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47A94" w14:textId="77777777" w:rsidR="0085747A" w:rsidRPr="006458A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6458A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79F5C9B" w14:textId="652664F3" w:rsidR="0085747A" w:rsidRPr="006458A2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6458A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6458A2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82953">
        <w:rPr>
          <w:rFonts w:ascii="Times New Roman" w:hAnsi="Times New Roman"/>
          <w:b/>
          <w:smallCaps/>
          <w:sz w:val="24"/>
          <w:szCs w:val="24"/>
        </w:rPr>
        <w:t>2019 - 2024</w:t>
      </w:r>
    </w:p>
    <w:p w14:paraId="27B05BCF" w14:textId="2B5786D1" w:rsidR="00445970" w:rsidRPr="006458A2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6458A2">
        <w:rPr>
          <w:rFonts w:ascii="Times New Roman" w:hAnsi="Times New Roman"/>
          <w:sz w:val="20"/>
          <w:szCs w:val="20"/>
        </w:rPr>
        <w:tab/>
      </w:r>
      <w:r w:rsidRPr="006458A2">
        <w:rPr>
          <w:rFonts w:ascii="Times New Roman" w:hAnsi="Times New Roman"/>
          <w:sz w:val="20"/>
          <w:szCs w:val="20"/>
        </w:rPr>
        <w:tab/>
      </w:r>
      <w:r w:rsidRPr="006458A2">
        <w:rPr>
          <w:rFonts w:ascii="Times New Roman" w:hAnsi="Times New Roman"/>
          <w:sz w:val="20"/>
          <w:szCs w:val="20"/>
        </w:rPr>
        <w:tab/>
      </w:r>
      <w:r w:rsidRPr="006458A2">
        <w:rPr>
          <w:rFonts w:ascii="Times New Roman" w:hAnsi="Times New Roman"/>
          <w:sz w:val="20"/>
          <w:szCs w:val="20"/>
        </w:rPr>
        <w:tab/>
      </w:r>
      <w:r w:rsidRPr="006553AB">
        <w:rPr>
          <w:rFonts w:ascii="Times New Roman" w:hAnsi="Times New Roman"/>
          <w:sz w:val="20"/>
          <w:szCs w:val="20"/>
        </w:rPr>
        <w:t xml:space="preserve">Rok akademicki   </w:t>
      </w:r>
      <w:r w:rsidR="00A82953">
        <w:rPr>
          <w:rFonts w:ascii="Times New Roman" w:hAnsi="Times New Roman"/>
          <w:sz w:val="20"/>
          <w:szCs w:val="20"/>
        </w:rPr>
        <w:t>2022/2023</w:t>
      </w:r>
    </w:p>
    <w:p w14:paraId="33BEE233" w14:textId="77777777" w:rsidR="0085747A" w:rsidRPr="006458A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F89BBD" w14:textId="77777777" w:rsidR="0085747A" w:rsidRPr="006458A2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6458A2">
        <w:rPr>
          <w:szCs w:val="24"/>
        </w:rPr>
        <w:t xml:space="preserve">1. </w:t>
      </w:r>
      <w:r w:rsidR="0085747A" w:rsidRPr="006458A2">
        <w:rPr>
          <w:szCs w:val="24"/>
        </w:rPr>
        <w:t xml:space="preserve">Podstawowe </w:t>
      </w:r>
      <w:r w:rsidR="00445970" w:rsidRPr="006458A2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58A2" w14:paraId="4FF5BE8F" w14:textId="77777777" w:rsidTr="006458A2">
        <w:tc>
          <w:tcPr>
            <w:tcW w:w="2694" w:type="dxa"/>
            <w:vAlign w:val="center"/>
          </w:tcPr>
          <w:p w14:paraId="287B7A01" w14:textId="77777777" w:rsidR="0085747A" w:rsidRPr="006458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0431C3" w14:textId="77777777" w:rsidR="0085747A" w:rsidRPr="006458A2" w:rsidRDefault="006458A2" w:rsidP="006458A2">
            <w:pPr>
              <w:pStyle w:val="Odpowiedzi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metodologia badań jakościowych</w:t>
            </w:r>
          </w:p>
        </w:tc>
      </w:tr>
      <w:tr w:rsidR="0085747A" w:rsidRPr="006458A2" w14:paraId="4F621060" w14:textId="77777777" w:rsidTr="006458A2">
        <w:tc>
          <w:tcPr>
            <w:tcW w:w="2694" w:type="dxa"/>
            <w:vAlign w:val="center"/>
          </w:tcPr>
          <w:p w14:paraId="219C610C" w14:textId="77777777" w:rsidR="0085747A" w:rsidRPr="006458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Kod przedmiotu</w:t>
            </w:r>
            <w:r w:rsidR="0085747A" w:rsidRPr="006458A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43CED2" w14:textId="77777777" w:rsidR="0085747A" w:rsidRPr="006458A2" w:rsidRDefault="006458A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458A2">
              <w:rPr>
                <w:b w:val="0"/>
                <w:sz w:val="24"/>
                <w:szCs w:val="24"/>
              </w:rPr>
              <w:t>nie dotyczy</w:t>
            </w:r>
          </w:p>
        </w:tc>
      </w:tr>
      <w:tr w:rsidR="0085747A" w:rsidRPr="006458A2" w14:paraId="1C257BF9" w14:textId="77777777" w:rsidTr="006458A2">
        <w:tc>
          <w:tcPr>
            <w:tcW w:w="2694" w:type="dxa"/>
            <w:vAlign w:val="center"/>
          </w:tcPr>
          <w:p w14:paraId="001B14A9" w14:textId="77777777" w:rsidR="0085747A" w:rsidRPr="006458A2" w:rsidRDefault="007A265C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N</w:t>
            </w:r>
            <w:r w:rsidR="0085747A" w:rsidRPr="006458A2">
              <w:rPr>
                <w:sz w:val="24"/>
                <w:szCs w:val="24"/>
              </w:rPr>
              <w:t>azwa</w:t>
            </w:r>
            <w:r w:rsidR="00C05F44" w:rsidRPr="006458A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9F44C72" w14:textId="77777777" w:rsidR="0085747A" w:rsidRPr="006458A2" w:rsidRDefault="007A265C" w:rsidP="006458A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458A2"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458A2" w14:paraId="1E463D84" w14:textId="77777777" w:rsidTr="006458A2">
        <w:tc>
          <w:tcPr>
            <w:tcW w:w="2694" w:type="dxa"/>
            <w:vAlign w:val="center"/>
          </w:tcPr>
          <w:p w14:paraId="6511B70D" w14:textId="77777777" w:rsidR="0085747A" w:rsidRPr="006458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A86561" w14:textId="77777777" w:rsidR="0085747A" w:rsidRPr="006458A2" w:rsidRDefault="006458A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6458A2" w14:paraId="4990801F" w14:textId="77777777" w:rsidTr="006458A2">
        <w:tc>
          <w:tcPr>
            <w:tcW w:w="2694" w:type="dxa"/>
            <w:vAlign w:val="center"/>
          </w:tcPr>
          <w:p w14:paraId="07B2AD6D" w14:textId="77777777" w:rsidR="006458A2" w:rsidRPr="006458A2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D21C" w14:textId="77777777" w:rsidR="006458A2" w:rsidRPr="006458A2" w:rsidRDefault="006458A2" w:rsidP="006458A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42EDA">
              <w:rPr>
                <w:b w:val="0"/>
                <w:sz w:val="24"/>
                <w:szCs w:val="24"/>
              </w:rPr>
              <w:t xml:space="preserve">pedagogika </w:t>
            </w:r>
            <w:r w:rsidR="009D0648">
              <w:rPr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6458A2" w14:paraId="3D78BD81" w14:textId="77777777" w:rsidTr="006458A2">
        <w:tc>
          <w:tcPr>
            <w:tcW w:w="2694" w:type="dxa"/>
            <w:vAlign w:val="center"/>
          </w:tcPr>
          <w:p w14:paraId="478FFA28" w14:textId="77777777" w:rsidR="006458A2" w:rsidRPr="006458A2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7CA2A6" w14:textId="77777777" w:rsidR="006458A2" w:rsidRPr="006458A2" w:rsidRDefault="006458A2" w:rsidP="006458A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42EDA">
              <w:rPr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6458A2" w14:paraId="1E976225" w14:textId="77777777" w:rsidTr="006458A2">
        <w:tc>
          <w:tcPr>
            <w:tcW w:w="2694" w:type="dxa"/>
            <w:vAlign w:val="center"/>
          </w:tcPr>
          <w:p w14:paraId="5C0AD9CD" w14:textId="77777777" w:rsidR="006458A2" w:rsidRPr="006458A2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526271" w14:textId="77777777" w:rsidR="006458A2" w:rsidRPr="006553AB" w:rsidRDefault="006458A2" w:rsidP="006458A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553AB">
              <w:rPr>
                <w:b w:val="0"/>
                <w:sz w:val="24"/>
                <w:szCs w:val="24"/>
              </w:rPr>
              <w:t>praktyczny</w:t>
            </w:r>
          </w:p>
        </w:tc>
      </w:tr>
      <w:tr w:rsidR="006458A2" w:rsidRPr="006458A2" w14:paraId="45552807" w14:textId="77777777" w:rsidTr="006458A2">
        <w:tc>
          <w:tcPr>
            <w:tcW w:w="2694" w:type="dxa"/>
            <w:vAlign w:val="center"/>
          </w:tcPr>
          <w:p w14:paraId="309CD7CB" w14:textId="77777777" w:rsidR="006458A2" w:rsidRPr="006458A2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0F62FC" w14:textId="77777777" w:rsidR="006458A2" w:rsidRPr="006553AB" w:rsidRDefault="002121BD" w:rsidP="006458A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553AB">
              <w:rPr>
                <w:b w:val="0"/>
                <w:sz w:val="24"/>
                <w:szCs w:val="24"/>
              </w:rPr>
              <w:t>nie</w:t>
            </w:r>
            <w:r w:rsidR="006458A2" w:rsidRPr="006553AB">
              <w:rPr>
                <w:b w:val="0"/>
                <w:sz w:val="24"/>
                <w:szCs w:val="24"/>
              </w:rPr>
              <w:t>stacjonarne</w:t>
            </w:r>
          </w:p>
        </w:tc>
      </w:tr>
      <w:tr w:rsidR="006458A2" w:rsidRPr="006458A2" w14:paraId="6A996EF7" w14:textId="77777777" w:rsidTr="006458A2">
        <w:tc>
          <w:tcPr>
            <w:tcW w:w="2694" w:type="dxa"/>
            <w:vAlign w:val="center"/>
          </w:tcPr>
          <w:p w14:paraId="6EED5D25" w14:textId="77777777" w:rsidR="006458A2" w:rsidRPr="006458A2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1B5505" w14:textId="77777777" w:rsidR="006458A2" w:rsidRPr="006553AB" w:rsidRDefault="006458A2" w:rsidP="006458A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553AB">
              <w:rPr>
                <w:b w:val="0"/>
                <w:sz w:val="24"/>
                <w:szCs w:val="24"/>
              </w:rPr>
              <w:t>IV</w:t>
            </w:r>
            <w:r w:rsidR="009D0648" w:rsidRPr="006553AB">
              <w:rPr>
                <w:b w:val="0"/>
                <w:sz w:val="24"/>
                <w:szCs w:val="24"/>
              </w:rPr>
              <w:t xml:space="preserve"> </w:t>
            </w:r>
            <w:r w:rsidRPr="006553AB">
              <w:rPr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6458A2" w14:paraId="48F70140" w14:textId="77777777" w:rsidTr="006458A2">
        <w:tc>
          <w:tcPr>
            <w:tcW w:w="2694" w:type="dxa"/>
            <w:vAlign w:val="center"/>
          </w:tcPr>
          <w:p w14:paraId="1B42E4E1" w14:textId="77777777" w:rsidR="006458A2" w:rsidRPr="006458A2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535BD6" w14:textId="204CA636" w:rsidR="006458A2" w:rsidRPr="006458A2" w:rsidRDefault="009D0648" w:rsidP="00FE026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</w:t>
            </w:r>
            <w:r w:rsidR="005B497C">
              <w:rPr>
                <w:b w:val="0"/>
                <w:sz w:val="24"/>
                <w:szCs w:val="24"/>
              </w:rPr>
              <w:t>. Metodologia</w:t>
            </w:r>
            <w:r w:rsidR="006458A2" w:rsidRPr="00942EDA">
              <w:rPr>
                <w:b w:val="0"/>
                <w:sz w:val="24"/>
                <w:szCs w:val="24"/>
              </w:rPr>
              <w:t xml:space="preserve"> badań </w:t>
            </w:r>
            <w:r w:rsidR="00FE026F">
              <w:rPr>
                <w:b w:val="0"/>
                <w:sz w:val="24"/>
                <w:szCs w:val="24"/>
              </w:rPr>
              <w:t>naukowych</w:t>
            </w:r>
            <w:bookmarkStart w:id="0" w:name="_GoBack"/>
            <w:bookmarkEnd w:id="0"/>
          </w:p>
        </w:tc>
      </w:tr>
      <w:tr w:rsidR="006458A2" w:rsidRPr="006458A2" w14:paraId="611B6A8E" w14:textId="77777777" w:rsidTr="006458A2">
        <w:tc>
          <w:tcPr>
            <w:tcW w:w="2694" w:type="dxa"/>
            <w:vAlign w:val="center"/>
          </w:tcPr>
          <w:p w14:paraId="46F7CC4A" w14:textId="77777777" w:rsidR="006458A2" w:rsidRPr="006458A2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651D22" w14:textId="77777777" w:rsidR="006458A2" w:rsidRPr="006458A2" w:rsidRDefault="006458A2" w:rsidP="006458A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42EDA">
              <w:rPr>
                <w:b w:val="0"/>
                <w:sz w:val="24"/>
                <w:szCs w:val="24"/>
              </w:rPr>
              <w:t>polski</w:t>
            </w:r>
          </w:p>
        </w:tc>
      </w:tr>
      <w:tr w:rsidR="006458A2" w:rsidRPr="006458A2" w14:paraId="2D2A5E9F" w14:textId="77777777" w:rsidTr="006458A2">
        <w:tc>
          <w:tcPr>
            <w:tcW w:w="2694" w:type="dxa"/>
            <w:vAlign w:val="center"/>
          </w:tcPr>
          <w:p w14:paraId="73D3B52E" w14:textId="77777777" w:rsidR="006458A2" w:rsidRPr="006458A2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DA9F9F" w14:textId="77777777" w:rsidR="006458A2" w:rsidRPr="006458A2" w:rsidRDefault="006458A2" w:rsidP="006458A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42EDA">
              <w:rPr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6458A2" w14:paraId="4F5C8DF2" w14:textId="77777777" w:rsidTr="006458A2">
        <w:tc>
          <w:tcPr>
            <w:tcW w:w="2694" w:type="dxa"/>
            <w:vAlign w:val="center"/>
          </w:tcPr>
          <w:p w14:paraId="4D7CB4A8" w14:textId="77777777" w:rsidR="0085747A" w:rsidRPr="006458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458A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2B6207" w14:textId="77777777" w:rsidR="0085747A" w:rsidRPr="006458A2" w:rsidRDefault="006458A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</w:t>
            </w:r>
            <w:r w:rsidR="009D0648">
              <w:rPr>
                <w:b w:val="0"/>
                <w:sz w:val="24"/>
                <w:szCs w:val="24"/>
              </w:rPr>
              <w:t xml:space="preserve"> </w:t>
            </w:r>
            <w:r w:rsidR="003D6CE8" w:rsidRPr="006458A2">
              <w:rPr>
                <w:b w:val="0"/>
                <w:sz w:val="24"/>
                <w:szCs w:val="24"/>
              </w:rPr>
              <w:t>Remigiusz Kijak</w:t>
            </w:r>
            <w:r>
              <w:rPr>
                <w:b w:val="0"/>
                <w:sz w:val="24"/>
                <w:szCs w:val="24"/>
              </w:rPr>
              <w:t>, prof. UR</w:t>
            </w:r>
          </w:p>
        </w:tc>
      </w:tr>
    </w:tbl>
    <w:p w14:paraId="2CBE49DE" w14:textId="77777777" w:rsidR="0085747A" w:rsidRPr="006458A2" w:rsidRDefault="0085747A" w:rsidP="006458A2">
      <w:pPr>
        <w:pStyle w:val="Podpunkty"/>
        <w:ind w:left="0"/>
        <w:rPr>
          <w:sz w:val="24"/>
          <w:szCs w:val="24"/>
        </w:rPr>
      </w:pPr>
      <w:r w:rsidRPr="006458A2">
        <w:rPr>
          <w:sz w:val="24"/>
          <w:szCs w:val="24"/>
        </w:rPr>
        <w:t xml:space="preserve">* </w:t>
      </w:r>
      <w:r w:rsidRPr="006458A2">
        <w:rPr>
          <w:i/>
          <w:sz w:val="24"/>
          <w:szCs w:val="24"/>
        </w:rPr>
        <w:t>-</w:t>
      </w:r>
      <w:r w:rsidR="00B90885" w:rsidRPr="006458A2">
        <w:rPr>
          <w:b w:val="0"/>
          <w:i/>
          <w:sz w:val="24"/>
          <w:szCs w:val="24"/>
        </w:rPr>
        <w:t>opcjonalni</w:t>
      </w:r>
      <w:r w:rsidR="00B90885" w:rsidRPr="006458A2">
        <w:rPr>
          <w:b w:val="0"/>
          <w:sz w:val="24"/>
          <w:szCs w:val="24"/>
        </w:rPr>
        <w:t>e,</w:t>
      </w:r>
      <w:r w:rsidRPr="006458A2">
        <w:rPr>
          <w:i/>
          <w:sz w:val="24"/>
          <w:szCs w:val="24"/>
        </w:rPr>
        <w:t xml:space="preserve"> </w:t>
      </w:r>
      <w:r w:rsidRPr="006458A2">
        <w:rPr>
          <w:b w:val="0"/>
          <w:i/>
          <w:sz w:val="24"/>
          <w:szCs w:val="24"/>
        </w:rPr>
        <w:t xml:space="preserve">zgodnie z ustaleniami </w:t>
      </w:r>
      <w:r w:rsidR="00B90885" w:rsidRPr="006458A2">
        <w:rPr>
          <w:b w:val="0"/>
          <w:i/>
          <w:sz w:val="24"/>
          <w:szCs w:val="24"/>
        </w:rPr>
        <w:t>w Jednostce</w:t>
      </w:r>
    </w:p>
    <w:p w14:paraId="1B249208" w14:textId="77777777" w:rsidR="00923D7D" w:rsidRPr="006458A2" w:rsidRDefault="00923D7D" w:rsidP="009C54AE">
      <w:pPr>
        <w:pStyle w:val="Podpunkty"/>
        <w:ind w:left="0"/>
        <w:rPr>
          <w:sz w:val="24"/>
          <w:szCs w:val="24"/>
        </w:rPr>
      </w:pPr>
    </w:p>
    <w:p w14:paraId="65030237" w14:textId="77777777" w:rsidR="0085747A" w:rsidRPr="006458A2" w:rsidRDefault="0085747A" w:rsidP="009C54AE">
      <w:pPr>
        <w:pStyle w:val="Podpunkty"/>
        <w:ind w:left="284"/>
        <w:rPr>
          <w:sz w:val="24"/>
          <w:szCs w:val="24"/>
        </w:rPr>
      </w:pPr>
      <w:r w:rsidRPr="006458A2">
        <w:rPr>
          <w:sz w:val="24"/>
          <w:szCs w:val="24"/>
        </w:rPr>
        <w:t>1.</w:t>
      </w:r>
      <w:r w:rsidR="00E22FBC" w:rsidRPr="006458A2">
        <w:rPr>
          <w:sz w:val="24"/>
          <w:szCs w:val="24"/>
        </w:rPr>
        <w:t>1</w:t>
      </w:r>
      <w:r w:rsidRPr="006458A2">
        <w:rPr>
          <w:sz w:val="24"/>
          <w:szCs w:val="24"/>
        </w:rPr>
        <w:t xml:space="preserve">.Formy zajęć dydaktycznych, wymiar godzin i punktów ECTS </w:t>
      </w:r>
    </w:p>
    <w:p w14:paraId="3F78D27F" w14:textId="77777777" w:rsidR="00923D7D" w:rsidRPr="006458A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6458A2" w14:paraId="03991693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15CD" w14:textId="77777777" w:rsidR="00015B8F" w:rsidRPr="006458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58A2">
              <w:rPr>
                <w:szCs w:val="24"/>
              </w:rPr>
              <w:t>Semestr</w:t>
            </w:r>
          </w:p>
          <w:p w14:paraId="64C10DC5" w14:textId="77777777" w:rsidR="00015B8F" w:rsidRPr="006458A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58A2">
              <w:rPr>
                <w:szCs w:val="24"/>
              </w:rPr>
              <w:t>(</w:t>
            </w:r>
            <w:r w:rsidR="00363F78" w:rsidRPr="006458A2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A3686" w14:textId="77777777" w:rsidR="00015B8F" w:rsidRPr="006458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58A2">
              <w:rPr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AB77" w14:textId="77777777" w:rsidR="00015B8F" w:rsidRPr="006458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58A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0C693" w14:textId="77777777" w:rsidR="00015B8F" w:rsidRPr="006458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58A2">
              <w:rPr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E725" w14:textId="77777777" w:rsidR="00015B8F" w:rsidRPr="006458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58A2">
              <w:rPr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45F2" w14:textId="77777777" w:rsidR="00015B8F" w:rsidRPr="006458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58A2">
              <w:rPr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5FDAE" w14:textId="77777777" w:rsidR="00015B8F" w:rsidRPr="006458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58A2">
              <w:rPr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A87E" w14:textId="77777777" w:rsidR="00015B8F" w:rsidRPr="006458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58A2">
              <w:rPr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D107" w14:textId="77777777" w:rsidR="00015B8F" w:rsidRPr="006458A2" w:rsidRDefault="001E45B4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B88E" w14:textId="77777777" w:rsidR="00015B8F" w:rsidRPr="006458A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6458A2">
              <w:rPr>
                <w:b/>
                <w:szCs w:val="24"/>
              </w:rPr>
              <w:t>Liczba pkt</w:t>
            </w:r>
            <w:r w:rsidR="00B90885" w:rsidRPr="006458A2">
              <w:rPr>
                <w:b/>
                <w:szCs w:val="24"/>
              </w:rPr>
              <w:t>.</w:t>
            </w:r>
            <w:r w:rsidRPr="006458A2">
              <w:rPr>
                <w:b/>
                <w:szCs w:val="24"/>
              </w:rPr>
              <w:t xml:space="preserve"> ECTS</w:t>
            </w:r>
          </w:p>
        </w:tc>
      </w:tr>
      <w:tr w:rsidR="006458A2" w:rsidRPr="006458A2" w14:paraId="47FAF786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C9F7" w14:textId="77777777" w:rsidR="006458A2" w:rsidRPr="00890F53" w:rsidRDefault="00890F53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C3EC" w14:textId="77777777" w:rsidR="006458A2" w:rsidRPr="00890F53" w:rsidRDefault="00890F53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219C" w14:textId="77777777" w:rsidR="006458A2" w:rsidRPr="00890F53" w:rsidRDefault="00890F53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0E3A" w14:textId="77777777" w:rsidR="006458A2" w:rsidRPr="00890F53" w:rsidRDefault="006458A2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9585" w14:textId="77777777" w:rsidR="006458A2" w:rsidRPr="00890F53" w:rsidRDefault="006458A2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EFF9" w14:textId="77777777" w:rsidR="006458A2" w:rsidRPr="00890F53" w:rsidRDefault="006458A2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0970" w14:textId="77777777" w:rsidR="006458A2" w:rsidRPr="00890F53" w:rsidRDefault="006458A2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C955" w14:textId="77777777" w:rsidR="006458A2" w:rsidRPr="00890F53" w:rsidRDefault="006458A2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8BD5" w14:textId="77777777" w:rsidR="006458A2" w:rsidRPr="00890F53" w:rsidRDefault="006458A2" w:rsidP="004E6416">
            <w:pPr>
              <w:pStyle w:val="Nagwkitablic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4EEF" w14:textId="77777777" w:rsidR="006458A2" w:rsidRPr="006458A2" w:rsidRDefault="009D0648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</w:tr>
    </w:tbl>
    <w:p w14:paraId="01F69B36" w14:textId="77777777" w:rsidR="00923D7D" w:rsidRPr="006458A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CAD1DB0" w14:textId="77777777" w:rsidR="001E45B4" w:rsidRPr="00041F98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41F98">
        <w:rPr>
          <w:smallCaps w:val="0"/>
          <w:szCs w:val="24"/>
        </w:rPr>
        <w:t>1.2.</w:t>
      </w:r>
      <w:r w:rsidRPr="00041F98">
        <w:rPr>
          <w:smallCaps w:val="0"/>
          <w:szCs w:val="24"/>
        </w:rPr>
        <w:tab/>
        <w:t xml:space="preserve">Sposób realizacji zajęć  </w:t>
      </w:r>
    </w:p>
    <w:p w14:paraId="4858D62F" w14:textId="77777777" w:rsidR="001E45B4" w:rsidRPr="00041F98" w:rsidRDefault="001E45B4" w:rsidP="001E45B4">
      <w:pPr>
        <w:pStyle w:val="Punktygwne"/>
        <w:spacing w:before="0" w:after="0"/>
        <w:ind w:left="709"/>
        <w:rPr>
          <w:rFonts w:eastAsia="MS Gothic" w:hAnsi="MS Gothic"/>
          <w:b w:val="0"/>
          <w:szCs w:val="24"/>
        </w:rPr>
      </w:pPr>
      <w:r>
        <w:rPr>
          <w:rFonts w:eastAsia="MS Gothic"/>
          <w:b w:val="0"/>
          <w:szCs w:val="24"/>
        </w:rPr>
        <w:sym w:font="Wingdings" w:char="F078"/>
      </w:r>
      <w:r>
        <w:rPr>
          <w:rFonts w:eastAsia="MS Gothic"/>
          <w:b w:val="0"/>
          <w:szCs w:val="24"/>
        </w:rPr>
        <w:t xml:space="preserve"> </w:t>
      </w:r>
      <w:r w:rsidRPr="00C54EEC">
        <w:rPr>
          <w:b w:val="0"/>
          <w:smallCaps w:val="0"/>
          <w:szCs w:val="24"/>
        </w:rPr>
        <w:t>zajęcia w formie tradycyjnej</w:t>
      </w:r>
    </w:p>
    <w:p w14:paraId="131DB38D" w14:textId="77777777" w:rsidR="001E45B4" w:rsidRPr="00041F98" w:rsidRDefault="001E45B4" w:rsidP="001E45B4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41F98">
        <w:rPr>
          <w:b w:val="0"/>
          <w:smallCaps w:val="0"/>
          <w:szCs w:val="24"/>
        </w:rPr>
        <w:t>zajęcia realizowane z wykorzystaniem metod i technik kształcenia na odległość</w:t>
      </w:r>
    </w:p>
    <w:p w14:paraId="757DDFF7" w14:textId="77777777" w:rsidR="001E45B4" w:rsidRPr="00041F98" w:rsidRDefault="001E45B4" w:rsidP="001E45B4">
      <w:pPr>
        <w:pStyle w:val="Punktygwne"/>
        <w:spacing w:before="0" w:after="0"/>
        <w:rPr>
          <w:smallCaps w:val="0"/>
          <w:szCs w:val="24"/>
        </w:rPr>
      </w:pPr>
    </w:p>
    <w:p w14:paraId="79060C53" w14:textId="77777777" w:rsidR="001E45B4" w:rsidRPr="00041F98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41F98">
        <w:rPr>
          <w:smallCaps w:val="0"/>
          <w:szCs w:val="24"/>
        </w:rPr>
        <w:t xml:space="preserve">1.3 </w:t>
      </w:r>
      <w:r w:rsidRPr="00041F98">
        <w:rPr>
          <w:smallCaps w:val="0"/>
          <w:szCs w:val="24"/>
        </w:rPr>
        <w:tab/>
        <w:t xml:space="preserve">Forma zaliczenia przedmiotu  (z toku) </w:t>
      </w:r>
    </w:p>
    <w:p w14:paraId="7813C742" w14:textId="77777777" w:rsidR="001E45B4" w:rsidRPr="001E45B4" w:rsidRDefault="001E45B4" w:rsidP="001E45B4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1E45B4">
        <w:rPr>
          <w:rFonts w:ascii="Times New Roman" w:hAnsi="Times New Roman"/>
          <w:sz w:val="24"/>
        </w:rPr>
        <w:t>wykład zaliczenie bez oceny</w:t>
      </w:r>
      <w:r w:rsidRPr="001E45B4">
        <w:rPr>
          <w:rFonts w:ascii="Times New Roman" w:hAnsi="Times New Roman"/>
          <w:sz w:val="24"/>
        </w:rPr>
        <w:tab/>
      </w:r>
    </w:p>
    <w:p w14:paraId="29D0199A" w14:textId="77777777" w:rsidR="001E45B4" w:rsidRDefault="00890F53" w:rsidP="001E45B4">
      <w:pPr>
        <w:spacing w:after="0" w:line="240" w:lineRule="auto"/>
        <w:ind w:left="708"/>
        <w:rPr>
          <w:rFonts w:ascii="Times New Roman" w:hAnsi="Times New Roman"/>
          <w:sz w:val="24"/>
        </w:rPr>
      </w:pPr>
      <w:r w:rsidRPr="00890F53">
        <w:rPr>
          <w:rFonts w:ascii="Times New Roman" w:hAnsi="Times New Roman"/>
          <w:sz w:val="24"/>
        </w:rPr>
        <w:t>ćwiczenia</w:t>
      </w:r>
      <w:r w:rsidR="001E45B4" w:rsidRPr="00890F53">
        <w:rPr>
          <w:rFonts w:ascii="Times New Roman" w:hAnsi="Times New Roman"/>
          <w:sz w:val="24"/>
        </w:rPr>
        <w:t>: zaliczenie</w:t>
      </w:r>
      <w:r w:rsidR="001E45B4">
        <w:rPr>
          <w:rFonts w:ascii="Times New Roman" w:hAnsi="Times New Roman"/>
          <w:sz w:val="24"/>
        </w:rPr>
        <w:t xml:space="preserve"> z oceną</w:t>
      </w:r>
    </w:p>
    <w:p w14:paraId="2F72EEB4" w14:textId="77777777" w:rsidR="001E45B4" w:rsidRPr="00041F98" w:rsidRDefault="001E45B4" w:rsidP="001E45B4">
      <w:pPr>
        <w:spacing w:after="0" w:line="240" w:lineRule="auto"/>
        <w:ind w:left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całość przedmiotu - egzamin</w:t>
      </w:r>
    </w:p>
    <w:p w14:paraId="673C4D59" w14:textId="77777777" w:rsidR="001F31B0" w:rsidRPr="006458A2" w:rsidRDefault="001F31B0" w:rsidP="009C54AE">
      <w:pPr>
        <w:pStyle w:val="Punktygwne"/>
        <w:spacing w:before="0" w:after="0"/>
        <w:rPr>
          <w:b w:val="0"/>
          <w:szCs w:val="24"/>
        </w:rPr>
      </w:pPr>
    </w:p>
    <w:p w14:paraId="0F7046FF" w14:textId="77777777" w:rsidR="00E960BB" w:rsidRPr="006458A2" w:rsidRDefault="0085747A" w:rsidP="009C54AE">
      <w:pPr>
        <w:pStyle w:val="Punktygwne"/>
        <w:spacing w:before="0" w:after="0"/>
        <w:rPr>
          <w:szCs w:val="24"/>
        </w:rPr>
      </w:pPr>
      <w:r w:rsidRPr="006458A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458A2" w14:paraId="4896FCE8" w14:textId="77777777" w:rsidTr="00745302">
        <w:tc>
          <w:tcPr>
            <w:tcW w:w="9670" w:type="dxa"/>
          </w:tcPr>
          <w:p w14:paraId="61605B2F" w14:textId="77777777" w:rsidR="0085747A" w:rsidRPr="006458A2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6458A2">
              <w:rPr>
                <w:b w:val="0"/>
                <w:smallCaps w:val="0"/>
                <w:color w:val="000000"/>
                <w:szCs w:val="24"/>
              </w:rPr>
              <w:t>Zaliczon</w:t>
            </w:r>
            <w:r w:rsidR="009D0648">
              <w:rPr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6458A2">
              <w:rPr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63711A29" w14:textId="77777777" w:rsidR="00153C41" w:rsidRPr="006458A2" w:rsidRDefault="00153C41" w:rsidP="009C54AE">
      <w:pPr>
        <w:pStyle w:val="Punktygwne"/>
        <w:spacing w:before="0" w:after="0"/>
        <w:rPr>
          <w:szCs w:val="24"/>
        </w:rPr>
      </w:pPr>
    </w:p>
    <w:p w14:paraId="0505747C" w14:textId="77777777" w:rsidR="0085747A" w:rsidRPr="006458A2" w:rsidRDefault="0071620A" w:rsidP="009C54AE">
      <w:pPr>
        <w:pStyle w:val="Punktygwne"/>
        <w:spacing w:before="0" w:after="0"/>
        <w:rPr>
          <w:szCs w:val="24"/>
        </w:rPr>
      </w:pPr>
      <w:r w:rsidRPr="006458A2">
        <w:rPr>
          <w:szCs w:val="24"/>
        </w:rPr>
        <w:t>3.</w:t>
      </w:r>
      <w:r w:rsidR="0085747A" w:rsidRPr="006458A2">
        <w:rPr>
          <w:szCs w:val="24"/>
        </w:rPr>
        <w:t xml:space="preserve"> </w:t>
      </w:r>
      <w:r w:rsidR="00A84C85" w:rsidRPr="006458A2">
        <w:rPr>
          <w:szCs w:val="24"/>
        </w:rPr>
        <w:t>cele, efekty uczenia się</w:t>
      </w:r>
      <w:r w:rsidR="0085747A" w:rsidRPr="006458A2">
        <w:rPr>
          <w:szCs w:val="24"/>
        </w:rPr>
        <w:t xml:space="preserve"> , treści Programowe i stosowane metody Dydaktyczne</w:t>
      </w:r>
    </w:p>
    <w:p w14:paraId="3D526781" w14:textId="77777777" w:rsidR="0085747A" w:rsidRPr="006458A2" w:rsidRDefault="0085747A" w:rsidP="009C54AE">
      <w:pPr>
        <w:pStyle w:val="Punktygwne"/>
        <w:spacing w:before="0" w:after="0"/>
        <w:rPr>
          <w:szCs w:val="24"/>
        </w:rPr>
      </w:pPr>
    </w:p>
    <w:p w14:paraId="1D598B05" w14:textId="77777777" w:rsidR="0085747A" w:rsidRPr="006458A2" w:rsidRDefault="0071620A" w:rsidP="009C54AE">
      <w:pPr>
        <w:pStyle w:val="Podpunkty"/>
        <w:rPr>
          <w:sz w:val="24"/>
          <w:szCs w:val="24"/>
        </w:rPr>
      </w:pPr>
      <w:r w:rsidRPr="006458A2">
        <w:rPr>
          <w:sz w:val="24"/>
          <w:szCs w:val="24"/>
        </w:rPr>
        <w:t xml:space="preserve">3.1 </w:t>
      </w:r>
      <w:r w:rsidR="00C05F44" w:rsidRPr="006458A2">
        <w:rPr>
          <w:sz w:val="24"/>
          <w:szCs w:val="24"/>
        </w:rPr>
        <w:t>Cele przedmiotu</w:t>
      </w:r>
    </w:p>
    <w:p w14:paraId="0F36F96A" w14:textId="77777777" w:rsidR="00F83B28" w:rsidRPr="006458A2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6458A2" w14:paraId="00AD5255" w14:textId="77777777" w:rsidTr="00B325B6">
        <w:tc>
          <w:tcPr>
            <w:tcW w:w="842" w:type="dxa"/>
            <w:vAlign w:val="center"/>
          </w:tcPr>
          <w:p w14:paraId="4B0B0CA2" w14:textId="77777777" w:rsidR="0085747A" w:rsidRPr="006458A2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458A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1F07461" w14:textId="77777777" w:rsidR="0077690E" w:rsidRPr="006458A2" w:rsidRDefault="00834A06" w:rsidP="009D0648">
            <w:pPr>
              <w:pStyle w:val="Podpunkty"/>
              <w:spacing w:before="40" w:after="40"/>
              <w:rPr>
                <w:b w:val="0"/>
                <w:sz w:val="24"/>
                <w:szCs w:val="24"/>
              </w:rPr>
            </w:pPr>
            <w:r w:rsidRPr="006458A2">
              <w:rPr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6458A2" w14:paraId="222A2F0E" w14:textId="77777777" w:rsidTr="00277852">
        <w:tc>
          <w:tcPr>
            <w:tcW w:w="842" w:type="dxa"/>
          </w:tcPr>
          <w:p w14:paraId="143C36FD" w14:textId="77777777" w:rsidR="009D0648" w:rsidRPr="006458A2" w:rsidRDefault="009D0648" w:rsidP="009D0648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845AA">
              <w:rPr>
                <w:b w:val="0"/>
                <w:sz w:val="24"/>
                <w:szCs w:val="24"/>
              </w:rPr>
              <w:lastRenderedPageBreak/>
              <w:t>C</w:t>
            </w: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6516438C" w14:textId="77777777" w:rsidR="009D0648" w:rsidRPr="006458A2" w:rsidRDefault="009D0648" w:rsidP="009D0648">
            <w:pPr>
              <w:pStyle w:val="Podpunkty"/>
              <w:spacing w:before="40" w:after="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Pr="006458A2">
              <w:rPr>
                <w:b w:val="0"/>
                <w:sz w:val="24"/>
                <w:szCs w:val="24"/>
              </w:rPr>
              <w:t xml:space="preserve">tudenci zapoznają się z podstawami teoretycznymi wybranych metod i technik badań jakościowych, jak i zaprojektują i zrealizują własne badanie jakościowe. </w:t>
            </w:r>
          </w:p>
        </w:tc>
      </w:tr>
      <w:tr w:rsidR="009D0648" w:rsidRPr="006458A2" w14:paraId="6AD58DA4" w14:textId="77777777" w:rsidTr="00277852">
        <w:tc>
          <w:tcPr>
            <w:tcW w:w="842" w:type="dxa"/>
          </w:tcPr>
          <w:p w14:paraId="475BE5EE" w14:textId="77777777" w:rsidR="009D0648" w:rsidRPr="006458A2" w:rsidRDefault="009D0648" w:rsidP="009D0648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845AA">
              <w:rPr>
                <w:b w:val="0"/>
                <w:sz w:val="24"/>
                <w:szCs w:val="24"/>
              </w:rPr>
              <w:t>C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2B90BDFE" w14:textId="77777777" w:rsidR="009D0648" w:rsidRPr="006458A2" w:rsidRDefault="009D0648" w:rsidP="009D0648">
            <w:pPr>
              <w:pStyle w:val="Podpunkty"/>
              <w:spacing w:before="40" w:after="40"/>
              <w:rPr>
                <w:b w:val="0"/>
                <w:sz w:val="24"/>
                <w:szCs w:val="24"/>
              </w:rPr>
            </w:pPr>
            <w:r w:rsidRPr="006458A2">
              <w:rPr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6458A2" w14:paraId="736EC43C" w14:textId="77777777" w:rsidTr="00277852">
        <w:tc>
          <w:tcPr>
            <w:tcW w:w="842" w:type="dxa"/>
          </w:tcPr>
          <w:p w14:paraId="1DA7BAA6" w14:textId="77777777" w:rsidR="009D0648" w:rsidRPr="006458A2" w:rsidRDefault="009D0648" w:rsidP="009D0648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845AA">
              <w:rPr>
                <w:b w:val="0"/>
                <w:sz w:val="24"/>
                <w:szCs w:val="24"/>
              </w:rPr>
              <w:t>C</w:t>
            </w: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46B045B3" w14:textId="77777777" w:rsidR="009D0648" w:rsidRPr="006458A2" w:rsidRDefault="009D0648" w:rsidP="009D0648">
            <w:pPr>
              <w:pStyle w:val="Podpunkty"/>
              <w:spacing w:before="40" w:after="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Pr="006458A2">
              <w:rPr>
                <w:b w:val="0"/>
                <w:sz w:val="24"/>
                <w:szCs w:val="24"/>
              </w:rPr>
              <w:t>rzedstawi</w:t>
            </w:r>
            <w:r>
              <w:rPr>
                <w:b w:val="0"/>
                <w:sz w:val="24"/>
                <w:szCs w:val="24"/>
              </w:rPr>
              <w:t xml:space="preserve">enie </w:t>
            </w:r>
            <w:r w:rsidRPr="006458A2">
              <w:rPr>
                <w:b w:val="0"/>
                <w:sz w:val="24"/>
                <w:szCs w:val="24"/>
              </w:rPr>
              <w:t>paradygmat</w:t>
            </w:r>
            <w:r>
              <w:rPr>
                <w:b w:val="0"/>
                <w:sz w:val="24"/>
                <w:szCs w:val="24"/>
              </w:rPr>
              <w:t>ów</w:t>
            </w:r>
            <w:r w:rsidRPr="006458A2">
              <w:rPr>
                <w:b w:val="0"/>
                <w:sz w:val="24"/>
                <w:szCs w:val="24"/>
              </w:rPr>
              <w:t>: przyrodnicz</w:t>
            </w:r>
            <w:r>
              <w:rPr>
                <w:b w:val="0"/>
                <w:sz w:val="24"/>
                <w:szCs w:val="24"/>
              </w:rPr>
              <w:t>ego</w:t>
            </w:r>
            <w:r w:rsidRPr="006458A2">
              <w:rPr>
                <w:b w:val="0"/>
                <w:sz w:val="24"/>
                <w:szCs w:val="24"/>
              </w:rPr>
              <w:t xml:space="preserve"> (naturalistyczn</w:t>
            </w:r>
            <w:r>
              <w:rPr>
                <w:b w:val="0"/>
                <w:sz w:val="24"/>
                <w:szCs w:val="24"/>
              </w:rPr>
              <w:t>ego)</w:t>
            </w:r>
            <w:r w:rsidRPr="006458A2">
              <w:rPr>
                <w:b w:val="0"/>
                <w:sz w:val="24"/>
                <w:szCs w:val="24"/>
              </w:rPr>
              <w:t xml:space="preserve"> i humanistyczn</w:t>
            </w:r>
            <w:r>
              <w:rPr>
                <w:b w:val="0"/>
                <w:sz w:val="24"/>
                <w:szCs w:val="24"/>
              </w:rPr>
              <w:t>ego</w:t>
            </w:r>
            <w:r w:rsidRPr="006458A2">
              <w:rPr>
                <w:b w:val="0"/>
                <w:sz w:val="24"/>
                <w:szCs w:val="24"/>
              </w:rPr>
              <w:t xml:space="preserve"> (antynaturalistyczn</w:t>
            </w:r>
            <w:r>
              <w:rPr>
                <w:b w:val="0"/>
                <w:sz w:val="24"/>
                <w:szCs w:val="24"/>
              </w:rPr>
              <w:t>ego)</w:t>
            </w:r>
            <w:r w:rsidRPr="006458A2">
              <w:rPr>
                <w:b w:val="0"/>
                <w:sz w:val="24"/>
                <w:szCs w:val="24"/>
              </w:rPr>
              <w:t>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7B6B1453" w14:textId="77777777" w:rsidR="0085747A" w:rsidRPr="006458A2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5F7AEF5" w14:textId="77777777" w:rsidR="001D7B54" w:rsidRPr="006458A2" w:rsidRDefault="009F4610" w:rsidP="001F7E2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458A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6458A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6458A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6458A2">
        <w:rPr>
          <w:rFonts w:ascii="Times New Roman" w:hAnsi="Times New Roman"/>
          <w:b/>
          <w:sz w:val="24"/>
          <w:szCs w:val="24"/>
        </w:rPr>
        <w:t>dla przedmiotu</w:t>
      </w:r>
      <w:r w:rsidR="00445970" w:rsidRPr="006458A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6458A2" w14:paraId="600EE7A0" w14:textId="77777777" w:rsidTr="00112982">
        <w:tc>
          <w:tcPr>
            <w:tcW w:w="1675" w:type="dxa"/>
            <w:vAlign w:val="center"/>
          </w:tcPr>
          <w:p w14:paraId="19FFE21F" w14:textId="77777777" w:rsidR="0085747A" w:rsidRPr="006458A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458A2">
              <w:rPr>
                <w:smallCaps w:val="0"/>
                <w:szCs w:val="24"/>
              </w:rPr>
              <w:t>EK</w:t>
            </w:r>
            <w:r w:rsidR="00A84C85" w:rsidRPr="006458A2">
              <w:rPr>
                <w:b w:val="0"/>
                <w:smallCaps w:val="0"/>
                <w:szCs w:val="24"/>
              </w:rPr>
              <w:t xml:space="preserve"> (</w:t>
            </w:r>
            <w:r w:rsidR="00C05F44" w:rsidRPr="006458A2">
              <w:rPr>
                <w:b w:val="0"/>
                <w:smallCaps w:val="0"/>
                <w:szCs w:val="24"/>
              </w:rPr>
              <w:t>efekt uczenia się</w:t>
            </w:r>
            <w:r w:rsidR="00B82308" w:rsidRPr="006458A2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08926F12" w14:textId="77777777" w:rsidR="0085747A" w:rsidRPr="006458A2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6458A2">
              <w:rPr>
                <w:b w:val="0"/>
                <w:smallCaps w:val="0"/>
                <w:szCs w:val="24"/>
              </w:rPr>
              <w:t xml:space="preserve">uczenia się </w:t>
            </w:r>
            <w:r w:rsidRPr="006458A2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4BBB4AB" w14:textId="77777777" w:rsidR="0085747A" w:rsidRPr="006458A2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6458A2" w14:paraId="28920523" w14:textId="77777777" w:rsidTr="00112982">
        <w:tc>
          <w:tcPr>
            <w:tcW w:w="1675" w:type="dxa"/>
            <w:vAlign w:val="center"/>
          </w:tcPr>
          <w:p w14:paraId="36D8C75B" w14:textId="77777777" w:rsidR="001E45B4" w:rsidRPr="006458A2" w:rsidRDefault="001E45B4" w:rsidP="009C54AE">
            <w:pPr>
              <w:pStyle w:val="Punktygwne"/>
              <w:spacing w:before="0" w:after="0"/>
              <w:jc w:val="center"/>
              <w:rPr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564CCEB" w14:textId="77777777" w:rsidR="001E45B4" w:rsidRPr="006458A2" w:rsidRDefault="001E45B4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77162B8F" w14:textId="77777777" w:rsidR="001E45B4" w:rsidRPr="006458A2" w:rsidRDefault="001E45B4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85747A" w:rsidRPr="006458A2" w14:paraId="028518B4" w14:textId="77777777" w:rsidTr="00112982">
        <w:tc>
          <w:tcPr>
            <w:tcW w:w="1675" w:type="dxa"/>
          </w:tcPr>
          <w:p w14:paraId="04DBD0AE" w14:textId="77777777" w:rsidR="0085747A" w:rsidRPr="006458A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EK</w:t>
            </w:r>
            <w:r w:rsidRPr="006458A2">
              <w:rPr>
                <w:b w:val="0"/>
                <w:smallCaps w:val="0"/>
                <w:szCs w:val="24"/>
              </w:rPr>
              <w:softHyphen/>
              <w:t>_01</w:t>
            </w:r>
          </w:p>
          <w:p w14:paraId="7FE16931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58D6FAB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E01B822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301AEFE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2A31A6B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6395409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059BCF4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EK¬_02</w:t>
            </w:r>
          </w:p>
          <w:p w14:paraId="1DB2B4C2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BCD4154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C501EF7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8C0AF7D" w14:textId="77777777" w:rsidR="00B1607E" w:rsidRPr="006458A2" w:rsidRDefault="00B160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3192C5F" w14:textId="77777777" w:rsidR="00B1607E" w:rsidRPr="006458A2" w:rsidRDefault="00B160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7C809CF" w14:textId="77777777" w:rsidR="00B1607E" w:rsidRPr="006458A2" w:rsidRDefault="00B160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02D271D" w14:textId="77777777" w:rsidR="000801AA" w:rsidRDefault="000801A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F424001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EK¬_03</w:t>
            </w:r>
          </w:p>
          <w:p w14:paraId="1B9E303F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EAD981C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4B13EFF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ECA616E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508738E" w14:textId="77777777" w:rsidR="00B1607E" w:rsidRPr="006458A2" w:rsidRDefault="00B160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045EA13" w14:textId="77777777" w:rsidR="00B1607E" w:rsidRPr="006458A2" w:rsidRDefault="00B160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531AC6C" w14:textId="77777777" w:rsidR="00B1607E" w:rsidRPr="006458A2" w:rsidRDefault="00B160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DB09D0C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EK¬_04</w:t>
            </w:r>
          </w:p>
          <w:p w14:paraId="2B85D231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7DD6CF4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4A9AD9A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C75A212" w14:textId="77777777" w:rsidR="00112982" w:rsidRPr="006458A2" w:rsidRDefault="0011298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57D75E0F" w14:textId="77777777" w:rsidR="00B1607E" w:rsidRDefault="00B1607E" w:rsidP="001E45B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7C405743" w14:textId="77777777" w:rsidR="001E45B4" w:rsidRDefault="001E45B4" w:rsidP="001E45B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B60A22C" w14:textId="77777777" w:rsidR="001E45B4" w:rsidRPr="006458A2" w:rsidRDefault="001E45B4" w:rsidP="001E45B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53A3D23" w14:textId="77777777" w:rsidR="00B1607E" w:rsidRPr="006458A2" w:rsidRDefault="00B1607E" w:rsidP="001E45B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6458A2">
              <w:rPr>
                <w:b w:val="0"/>
                <w:smallCaps w:val="0"/>
                <w:szCs w:val="24"/>
              </w:rPr>
              <w:t>wie,</w:t>
            </w:r>
            <w:r w:rsidRPr="006458A2">
              <w:rPr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364848AC" w14:textId="77777777" w:rsidR="000801AA" w:rsidRDefault="00B1607E" w:rsidP="001E45B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 xml:space="preserve"> </w:t>
            </w:r>
          </w:p>
          <w:p w14:paraId="0E18C9FA" w14:textId="77777777" w:rsidR="000801AA" w:rsidRDefault="00B1607E" w:rsidP="001E45B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680926FA" w14:textId="77777777" w:rsidR="000801AA" w:rsidRDefault="000801AA" w:rsidP="001E45B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22936A3" w14:textId="77777777" w:rsidR="00B1607E" w:rsidRPr="006458A2" w:rsidRDefault="00A43920" w:rsidP="001E45B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4221E1AF" w14:textId="77777777" w:rsidR="00B1607E" w:rsidRPr="006458A2" w:rsidRDefault="008801BC" w:rsidP="000801AA">
            <w:pPr>
              <w:spacing w:after="0" w:line="240" w:lineRule="auto"/>
              <w:rPr>
                <w:rFonts w:ascii="Times New Roman" w:hAnsi="Times New Roman"/>
              </w:rPr>
            </w:pPr>
            <w:r>
              <w:t>PPiW.W18</w:t>
            </w:r>
          </w:p>
          <w:p w14:paraId="28DBC194" w14:textId="77777777" w:rsidR="00B1607E" w:rsidRPr="006458A2" w:rsidRDefault="00B1607E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9E1DCA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9E98BBF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A31587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7D8852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E3BF68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C32B7F3" w14:textId="77777777" w:rsidR="00B1607E" w:rsidRPr="006458A2" w:rsidRDefault="00B1607E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C79D7A" w14:textId="77777777" w:rsidR="00B1607E" w:rsidRPr="006458A2" w:rsidRDefault="008801BC" w:rsidP="000801AA">
            <w:pPr>
              <w:spacing w:after="0" w:line="240" w:lineRule="auto"/>
              <w:rPr>
                <w:rFonts w:ascii="Times New Roman" w:hAnsi="Times New Roman"/>
              </w:rPr>
            </w:pPr>
            <w:r>
              <w:t>PPiW.W20</w:t>
            </w:r>
          </w:p>
          <w:p w14:paraId="74F10DA2" w14:textId="77777777" w:rsidR="00B1607E" w:rsidRPr="006458A2" w:rsidRDefault="00B1607E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A50885" w14:textId="77777777" w:rsidR="00B1607E" w:rsidRPr="006458A2" w:rsidRDefault="00B1607E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C44BC24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F2AB82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AA92F0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D3CCA5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5E860C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49455C" w14:textId="77777777" w:rsidR="008801BC" w:rsidRDefault="008801BC" w:rsidP="000801AA">
            <w:pPr>
              <w:spacing w:after="0" w:line="240" w:lineRule="auto"/>
            </w:pPr>
          </w:p>
          <w:p w14:paraId="7FF6D3CD" w14:textId="77777777" w:rsidR="008801BC" w:rsidRPr="006458A2" w:rsidRDefault="008801BC" w:rsidP="008801BC">
            <w:pPr>
              <w:spacing w:after="0" w:line="240" w:lineRule="auto"/>
              <w:rPr>
                <w:rFonts w:ascii="Times New Roman" w:hAnsi="Times New Roman"/>
              </w:rPr>
            </w:pPr>
            <w:r>
              <w:t>PPiW.U18</w:t>
            </w:r>
          </w:p>
          <w:p w14:paraId="3B286991" w14:textId="77777777" w:rsidR="00B1607E" w:rsidRPr="006458A2" w:rsidRDefault="008801BC" w:rsidP="000801AA">
            <w:pPr>
              <w:spacing w:after="0" w:line="240" w:lineRule="auto"/>
              <w:rPr>
                <w:rFonts w:ascii="Times New Roman" w:hAnsi="Times New Roman"/>
              </w:rPr>
            </w:pPr>
            <w:r>
              <w:t>PPiW.U19</w:t>
            </w:r>
          </w:p>
          <w:p w14:paraId="1866B087" w14:textId="77777777" w:rsidR="00B1607E" w:rsidRPr="006458A2" w:rsidRDefault="00B1607E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8EDE25" w14:textId="77777777" w:rsidR="00B1607E" w:rsidRPr="006458A2" w:rsidRDefault="00B1607E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1ED06A3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2462D9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F0EB30" w14:textId="77777777" w:rsidR="000801AA" w:rsidRDefault="000801AA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7B4770" w14:textId="77777777" w:rsidR="008801BC" w:rsidRPr="006458A2" w:rsidRDefault="008801BC" w:rsidP="008801BC">
            <w:pPr>
              <w:spacing w:after="0" w:line="240" w:lineRule="auto"/>
              <w:rPr>
                <w:rFonts w:ascii="Times New Roman" w:hAnsi="Times New Roman"/>
              </w:rPr>
            </w:pPr>
            <w:r>
              <w:t>PPiW.K01</w:t>
            </w:r>
          </w:p>
          <w:p w14:paraId="64705399" w14:textId="77777777" w:rsidR="00112982" w:rsidRPr="006458A2" w:rsidRDefault="00112982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441276" w14:textId="77777777" w:rsidR="00B1607E" w:rsidRPr="006458A2" w:rsidRDefault="00B1607E" w:rsidP="000801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7117114" w14:textId="77777777" w:rsidR="0085747A" w:rsidRPr="006458A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032BF53F" w14:textId="77777777" w:rsidR="008801BC" w:rsidRDefault="008801BC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86C285C" w14:textId="77777777" w:rsidR="0085747A" w:rsidRPr="006458A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458A2">
        <w:rPr>
          <w:rFonts w:ascii="Times New Roman" w:hAnsi="Times New Roman"/>
          <w:b/>
          <w:sz w:val="24"/>
          <w:szCs w:val="24"/>
        </w:rPr>
        <w:t>3.3</w:t>
      </w:r>
      <w:r w:rsidR="001D7B54" w:rsidRPr="006458A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6458A2">
        <w:rPr>
          <w:rFonts w:ascii="Times New Roman" w:hAnsi="Times New Roman"/>
          <w:b/>
          <w:sz w:val="24"/>
          <w:szCs w:val="24"/>
        </w:rPr>
        <w:t>T</w:t>
      </w:r>
      <w:r w:rsidR="001D7B54" w:rsidRPr="006458A2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6458A2">
        <w:rPr>
          <w:rFonts w:ascii="Times New Roman" w:hAnsi="Times New Roman"/>
          <w:sz w:val="24"/>
          <w:szCs w:val="24"/>
        </w:rPr>
        <w:t xml:space="preserve">  </w:t>
      </w:r>
    </w:p>
    <w:p w14:paraId="78552D48" w14:textId="77777777" w:rsidR="00675843" w:rsidRPr="001F7E2C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458A2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6458A2" w14:paraId="2EEFD618" w14:textId="77777777" w:rsidTr="00103AA3">
        <w:tc>
          <w:tcPr>
            <w:tcW w:w="9628" w:type="dxa"/>
          </w:tcPr>
          <w:p w14:paraId="76B72E85" w14:textId="77777777" w:rsidR="00103AA3" w:rsidRPr="006458A2" w:rsidRDefault="00103AA3" w:rsidP="00103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 xml:space="preserve">Treści merytoryczne </w:t>
            </w:r>
            <w:r w:rsidR="001F7E2C">
              <w:rPr>
                <w:rFonts w:ascii="Times New Roman" w:hAnsi="Times New Roman"/>
                <w:sz w:val="24"/>
                <w:szCs w:val="24"/>
              </w:rPr>
              <w:t>WYKŁADU</w:t>
            </w:r>
          </w:p>
          <w:p w14:paraId="6C809ED2" w14:textId="77777777" w:rsidR="0077690E" w:rsidRPr="006458A2" w:rsidRDefault="0077690E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 xml:space="preserve">W1: Wprowadzenie do jakościowej analizy danych. </w:t>
            </w:r>
          </w:p>
          <w:p w14:paraId="1D59DDE5" w14:textId="77777777" w:rsidR="0077690E" w:rsidRPr="006458A2" w:rsidRDefault="0077690E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lastRenderedPageBreak/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1BA25A8F" w14:textId="77777777" w:rsidR="0077690E" w:rsidRPr="006458A2" w:rsidRDefault="0077690E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W3: Projektowanie badań jakościowych i strategie ich doskonalenia.</w:t>
            </w:r>
          </w:p>
          <w:p w14:paraId="3E78D48D" w14:textId="77777777" w:rsidR="0077690E" w:rsidRPr="006458A2" w:rsidRDefault="0077690E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W5: Teoria ugruntowana – koncepcja, strategia, przykłady jej wykorzystania.</w:t>
            </w:r>
          </w:p>
          <w:p w14:paraId="3C7EEC55" w14:textId="77777777" w:rsidR="0077690E" w:rsidRDefault="0077690E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6C3D3AD0" w14:textId="77777777" w:rsidR="001F7E2C" w:rsidRPr="006458A2" w:rsidRDefault="00890F53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Treści programowe </w:t>
            </w:r>
            <w:r w:rsidRPr="00890F53">
              <w:rPr>
                <w:rFonts w:ascii="Times New Roman" w:hAnsi="Times New Roman"/>
                <w:sz w:val="24"/>
                <w:szCs w:val="24"/>
              </w:rPr>
              <w:t>Ćwiczenia</w:t>
            </w:r>
          </w:p>
          <w:p w14:paraId="040637C6" w14:textId="77777777" w:rsidR="0077690E" w:rsidRPr="006458A2" w:rsidRDefault="0077690E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7D96644B" w14:textId="77777777" w:rsidR="0077690E" w:rsidRPr="006458A2" w:rsidRDefault="0077690E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Ć2,3,4: Projektowanie badań jakościowych i sposoby zwiększania ich jakości.</w:t>
            </w:r>
          </w:p>
          <w:p w14:paraId="0D928863" w14:textId="77777777" w:rsidR="0077690E" w:rsidRPr="006458A2" w:rsidRDefault="0077690E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4986EA3F" w14:textId="77777777" w:rsidR="0077690E" w:rsidRPr="006458A2" w:rsidRDefault="0077690E" w:rsidP="00776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Ć</w:t>
            </w:r>
            <w:r w:rsidR="00B1607E" w:rsidRPr="006458A2">
              <w:rPr>
                <w:rFonts w:ascii="Times New Roman" w:hAnsi="Times New Roman"/>
                <w:sz w:val="24"/>
                <w:szCs w:val="24"/>
              </w:rPr>
              <w:t>9</w:t>
            </w:r>
            <w:r w:rsidRPr="006458A2">
              <w:rPr>
                <w:rFonts w:ascii="Times New Roman" w:hAnsi="Times New Roman"/>
                <w:sz w:val="24"/>
                <w:szCs w:val="24"/>
              </w:rPr>
              <w:t>: Podstawy teoretyczne, metody i techniki badań narracyjnych.</w:t>
            </w:r>
          </w:p>
          <w:p w14:paraId="57D55A23" w14:textId="77777777" w:rsidR="00103AA3" w:rsidRPr="006458A2" w:rsidRDefault="0077690E" w:rsidP="00B16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Ć</w:t>
            </w:r>
            <w:r w:rsidR="00B1607E" w:rsidRPr="006458A2">
              <w:rPr>
                <w:rFonts w:ascii="Times New Roman" w:hAnsi="Times New Roman"/>
                <w:sz w:val="24"/>
                <w:szCs w:val="24"/>
              </w:rPr>
              <w:t>10</w:t>
            </w:r>
            <w:r w:rsidRPr="006458A2">
              <w:rPr>
                <w:rFonts w:ascii="Times New Roman" w:hAnsi="Times New Roman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1F52758" w14:textId="77777777" w:rsidR="0085747A" w:rsidRPr="006458A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4F31F86" w14:textId="77777777" w:rsidR="0085747A" w:rsidRPr="006458A2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6458A2">
        <w:rPr>
          <w:smallCaps w:val="0"/>
          <w:szCs w:val="24"/>
        </w:rPr>
        <w:t>3.4 Metody dydaktyczne</w:t>
      </w:r>
      <w:r w:rsidRPr="006458A2">
        <w:rPr>
          <w:b w:val="0"/>
          <w:smallCaps w:val="0"/>
          <w:szCs w:val="24"/>
        </w:rPr>
        <w:t xml:space="preserve"> </w:t>
      </w:r>
    </w:p>
    <w:p w14:paraId="2E0D5F9A" w14:textId="77777777" w:rsidR="0085747A" w:rsidRPr="006458A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2195D9A" w14:textId="77777777" w:rsidR="00153C41" w:rsidRPr="001F7E2C" w:rsidRDefault="00153C41" w:rsidP="009C54AE">
      <w:pPr>
        <w:pStyle w:val="Punktygwne"/>
        <w:spacing w:before="0" w:after="0"/>
        <w:jc w:val="both"/>
        <w:rPr>
          <w:sz w:val="20"/>
          <w:szCs w:val="20"/>
        </w:rPr>
      </w:pPr>
      <w:r w:rsidRPr="000801AA">
        <w:rPr>
          <w:b w:val="0"/>
          <w:smallCaps w:val="0"/>
          <w:szCs w:val="20"/>
        </w:rPr>
        <w:t>W</w:t>
      </w:r>
      <w:r w:rsidR="0085747A" w:rsidRPr="000801AA">
        <w:rPr>
          <w:b w:val="0"/>
          <w:smallCaps w:val="0"/>
          <w:szCs w:val="20"/>
        </w:rPr>
        <w:t>ykład</w:t>
      </w:r>
      <w:r w:rsidRPr="000801AA">
        <w:rPr>
          <w:b w:val="0"/>
          <w:smallCaps w:val="0"/>
          <w:szCs w:val="20"/>
        </w:rPr>
        <w:t>: wykład</w:t>
      </w:r>
      <w:r w:rsidR="0085747A" w:rsidRPr="000801AA">
        <w:rPr>
          <w:b w:val="0"/>
          <w:smallCaps w:val="0"/>
          <w:szCs w:val="20"/>
        </w:rPr>
        <w:t xml:space="preserve"> problemowy</w:t>
      </w:r>
      <w:r w:rsidR="00923D7D" w:rsidRPr="000801AA">
        <w:rPr>
          <w:b w:val="0"/>
          <w:smallCaps w:val="0"/>
          <w:szCs w:val="20"/>
        </w:rPr>
        <w:t xml:space="preserve">, </w:t>
      </w:r>
      <w:r w:rsidR="0085747A" w:rsidRPr="000801AA">
        <w:rPr>
          <w:b w:val="0"/>
          <w:smallCaps w:val="0"/>
          <w:szCs w:val="20"/>
        </w:rPr>
        <w:t>wykład z prezentacją multimedialną</w:t>
      </w:r>
      <w:r w:rsidR="00923D7D" w:rsidRPr="000801AA">
        <w:rPr>
          <w:b w:val="0"/>
          <w:smallCaps w:val="0"/>
          <w:szCs w:val="20"/>
        </w:rPr>
        <w:t>,</w:t>
      </w:r>
      <w:r w:rsidR="0085747A" w:rsidRPr="000801AA">
        <w:rPr>
          <w:b w:val="0"/>
          <w:smallCaps w:val="0"/>
          <w:szCs w:val="20"/>
        </w:rPr>
        <w:t xml:space="preserve"> </w:t>
      </w:r>
    </w:p>
    <w:p w14:paraId="3228C1CD" w14:textId="77777777" w:rsidR="0085747A" w:rsidRPr="000801AA" w:rsidRDefault="00890F53" w:rsidP="009C54AE">
      <w:pPr>
        <w:pStyle w:val="Punktygwne"/>
        <w:spacing w:before="0" w:after="0"/>
        <w:jc w:val="both"/>
        <w:rPr>
          <w:b w:val="0"/>
          <w:smallCaps w:val="0"/>
          <w:szCs w:val="20"/>
        </w:rPr>
      </w:pPr>
      <w:r>
        <w:rPr>
          <w:b w:val="0"/>
          <w:smallCaps w:val="0"/>
          <w:szCs w:val="20"/>
        </w:rPr>
        <w:t>Ćwiczenia</w:t>
      </w:r>
      <w:r w:rsidR="00153C41" w:rsidRPr="000801AA">
        <w:rPr>
          <w:b w:val="0"/>
          <w:smallCaps w:val="0"/>
          <w:szCs w:val="20"/>
        </w:rPr>
        <w:t xml:space="preserve">: </w:t>
      </w:r>
      <w:r w:rsidR="009F4610" w:rsidRPr="000801AA">
        <w:rPr>
          <w:b w:val="0"/>
          <w:smallCaps w:val="0"/>
          <w:szCs w:val="20"/>
        </w:rPr>
        <w:t xml:space="preserve">analiza </w:t>
      </w:r>
      <w:r w:rsidR="00923D7D" w:rsidRPr="000801AA">
        <w:rPr>
          <w:b w:val="0"/>
          <w:smallCaps w:val="0"/>
          <w:szCs w:val="20"/>
        </w:rPr>
        <w:t>tekstów z dyskusją,</w:t>
      </w:r>
      <w:r w:rsidR="0085747A" w:rsidRPr="000801AA">
        <w:rPr>
          <w:b w:val="0"/>
          <w:smallCaps w:val="0"/>
          <w:szCs w:val="20"/>
        </w:rPr>
        <w:t xml:space="preserve"> metoda projektów</w:t>
      </w:r>
      <w:r w:rsidR="000801AA">
        <w:rPr>
          <w:b w:val="0"/>
          <w:smallCaps w:val="0"/>
          <w:szCs w:val="20"/>
        </w:rPr>
        <w:t xml:space="preserve">, </w:t>
      </w:r>
      <w:r w:rsidR="001718A7" w:rsidRPr="000801AA">
        <w:rPr>
          <w:b w:val="0"/>
          <w:smallCaps w:val="0"/>
          <w:szCs w:val="20"/>
        </w:rPr>
        <w:t>praca w </w:t>
      </w:r>
      <w:r w:rsidR="0085747A" w:rsidRPr="000801AA">
        <w:rPr>
          <w:b w:val="0"/>
          <w:smallCaps w:val="0"/>
          <w:szCs w:val="20"/>
        </w:rPr>
        <w:t>grupach</w:t>
      </w:r>
      <w:r w:rsidR="0071620A" w:rsidRPr="000801AA">
        <w:rPr>
          <w:b w:val="0"/>
          <w:smallCaps w:val="0"/>
          <w:szCs w:val="20"/>
        </w:rPr>
        <w:t xml:space="preserve"> (</w:t>
      </w:r>
      <w:r w:rsidR="0085747A" w:rsidRPr="000801AA">
        <w:rPr>
          <w:b w:val="0"/>
          <w:smallCaps w:val="0"/>
          <w:szCs w:val="20"/>
        </w:rPr>
        <w:t>rozwiązywanie zadań</w:t>
      </w:r>
      <w:r w:rsidR="0071620A" w:rsidRPr="000801AA">
        <w:rPr>
          <w:b w:val="0"/>
          <w:smallCaps w:val="0"/>
          <w:szCs w:val="20"/>
        </w:rPr>
        <w:t>,</w:t>
      </w:r>
      <w:r w:rsidR="0085747A" w:rsidRPr="000801AA">
        <w:rPr>
          <w:b w:val="0"/>
          <w:smallCaps w:val="0"/>
          <w:szCs w:val="20"/>
        </w:rPr>
        <w:t xml:space="preserve"> dyskusja</w:t>
      </w:r>
      <w:r w:rsidR="000801AA">
        <w:rPr>
          <w:b w:val="0"/>
          <w:smallCaps w:val="0"/>
          <w:szCs w:val="20"/>
        </w:rPr>
        <w:t>)</w:t>
      </w:r>
      <w:r w:rsidR="001718A7" w:rsidRPr="000801AA">
        <w:rPr>
          <w:b w:val="0"/>
          <w:smallCaps w:val="0"/>
          <w:szCs w:val="20"/>
        </w:rPr>
        <w:t xml:space="preserve"> </w:t>
      </w:r>
    </w:p>
    <w:p w14:paraId="609F9BAE" w14:textId="77777777" w:rsidR="00E960BB" w:rsidRPr="006458A2" w:rsidRDefault="00E960BB" w:rsidP="009C54AE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</w:p>
    <w:p w14:paraId="6624439E" w14:textId="77777777" w:rsidR="00E960BB" w:rsidRPr="006458A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842E356" w14:textId="77777777" w:rsidR="0085747A" w:rsidRPr="006458A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6458A2">
        <w:rPr>
          <w:smallCaps w:val="0"/>
          <w:szCs w:val="24"/>
        </w:rPr>
        <w:t xml:space="preserve">4. </w:t>
      </w:r>
      <w:r w:rsidR="0085747A" w:rsidRPr="006458A2">
        <w:rPr>
          <w:smallCaps w:val="0"/>
          <w:szCs w:val="24"/>
        </w:rPr>
        <w:t>METODY I KRYTERIA OCENY</w:t>
      </w:r>
      <w:r w:rsidR="009F4610" w:rsidRPr="006458A2">
        <w:rPr>
          <w:smallCaps w:val="0"/>
          <w:szCs w:val="24"/>
        </w:rPr>
        <w:t xml:space="preserve"> </w:t>
      </w:r>
    </w:p>
    <w:p w14:paraId="59181309" w14:textId="77777777" w:rsidR="00923D7D" w:rsidRPr="006458A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B9F3456" w14:textId="77777777" w:rsidR="0085747A" w:rsidRPr="006458A2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6458A2">
        <w:rPr>
          <w:smallCaps w:val="0"/>
          <w:szCs w:val="24"/>
        </w:rPr>
        <w:t xml:space="preserve">4.1 Sposoby weryfikacji efektów </w:t>
      </w:r>
      <w:r w:rsidR="00C05F44" w:rsidRPr="006458A2">
        <w:rPr>
          <w:smallCaps w:val="0"/>
          <w:szCs w:val="24"/>
        </w:rPr>
        <w:t>uczenia się</w:t>
      </w:r>
    </w:p>
    <w:p w14:paraId="75A78894" w14:textId="77777777" w:rsidR="0085747A" w:rsidRPr="006458A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6458A2" w14:paraId="171B3829" w14:textId="77777777" w:rsidTr="000801AA">
        <w:tc>
          <w:tcPr>
            <w:tcW w:w="1962" w:type="dxa"/>
            <w:vAlign w:val="center"/>
          </w:tcPr>
          <w:p w14:paraId="372F7E97" w14:textId="77777777" w:rsidR="0085747A" w:rsidRPr="006458A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4184531" w14:textId="77777777" w:rsidR="0085747A" w:rsidRPr="006458A2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6458A2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233694" w14:textId="77777777" w:rsidR="0085747A" w:rsidRPr="006458A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6458A2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BF19412" w14:textId="77777777" w:rsidR="00923D7D" w:rsidRPr="006458A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3DCA5B3E" w14:textId="77777777" w:rsidR="0085747A" w:rsidRPr="006458A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6458A2" w14:paraId="6989803D" w14:textId="77777777" w:rsidTr="000801AA">
        <w:tc>
          <w:tcPr>
            <w:tcW w:w="1962" w:type="dxa"/>
          </w:tcPr>
          <w:p w14:paraId="0A46402F" w14:textId="77777777" w:rsidR="0085747A" w:rsidRPr="006458A2" w:rsidRDefault="0085747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458A2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441902E5" w14:textId="77777777" w:rsidR="0085747A" w:rsidRPr="006458A2" w:rsidRDefault="00A43920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458A2">
              <w:rPr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0E90F166" w14:textId="77777777" w:rsidR="0085747A" w:rsidRPr="00890F53" w:rsidRDefault="00890F53" w:rsidP="00890F5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90F53">
              <w:rPr>
                <w:b w:val="0"/>
                <w:szCs w:val="24"/>
              </w:rPr>
              <w:t>wykład, ćwiczenia</w:t>
            </w:r>
          </w:p>
        </w:tc>
      </w:tr>
      <w:tr w:rsidR="000801AA" w:rsidRPr="006458A2" w14:paraId="1F0AFCFA" w14:textId="77777777" w:rsidTr="000801AA">
        <w:tc>
          <w:tcPr>
            <w:tcW w:w="1962" w:type="dxa"/>
          </w:tcPr>
          <w:p w14:paraId="5B09881D" w14:textId="77777777" w:rsidR="000801AA" w:rsidRPr="006458A2" w:rsidRDefault="000801AA" w:rsidP="000801A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458A2">
              <w:rPr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17B7A637" w14:textId="77777777" w:rsidR="000801AA" w:rsidRPr="006458A2" w:rsidRDefault="000801AA" w:rsidP="000801A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458A2">
              <w:rPr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7B70521C" w14:textId="77777777" w:rsidR="000801AA" w:rsidRPr="00890F53" w:rsidRDefault="00890F53" w:rsidP="000801A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90F53">
              <w:rPr>
                <w:b w:val="0"/>
                <w:szCs w:val="24"/>
              </w:rPr>
              <w:t>wykład, ćwiczenia</w:t>
            </w:r>
          </w:p>
        </w:tc>
      </w:tr>
      <w:tr w:rsidR="000801AA" w:rsidRPr="006458A2" w14:paraId="582A044D" w14:textId="77777777" w:rsidTr="000801AA">
        <w:tc>
          <w:tcPr>
            <w:tcW w:w="1962" w:type="dxa"/>
          </w:tcPr>
          <w:p w14:paraId="0397BF97" w14:textId="77777777" w:rsidR="000801AA" w:rsidRPr="006458A2" w:rsidRDefault="000801AA" w:rsidP="000801A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458A2">
              <w:rPr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6F9DC33E" w14:textId="77777777" w:rsidR="000801AA" w:rsidRPr="006458A2" w:rsidRDefault="000801AA" w:rsidP="000801A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458A2">
              <w:rPr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125814FE" w14:textId="77777777" w:rsidR="000801AA" w:rsidRPr="00890F53" w:rsidRDefault="00890F53" w:rsidP="000801A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90F53">
              <w:rPr>
                <w:b w:val="0"/>
                <w:szCs w:val="24"/>
              </w:rPr>
              <w:t>wykład, ćwiczenia</w:t>
            </w:r>
          </w:p>
        </w:tc>
      </w:tr>
      <w:tr w:rsidR="000801AA" w:rsidRPr="006458A2" w14:paraId="2ADC2F7A" w14:textId="77777777" w:rsidTr="000801AA">
        <w:tc>
          <w:tcPr>
            <w:tcW w:w="1962" w:type="dxa"/>
          </w:tcPr>
          <w:p w14:paraId="5EF3E85F" w14:textId="77777777" w:rsidR="000801AA" w:rsidRPr="006458A2" w:rsidRDefault="000801AA" w:rsidP="000801A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458A2">
              <w:rPr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4E265BA7" w14:textId="77777777" w:rsidR="000801AA" w:rsidRPr="006458A2" w:rsidRDefault="000801AA" w:rsidP="000801A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458A2">
              <w:rPr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3096F906" w14:textId="77777777" w:rsidR="000801AA" w:rsidRPr="00890F53" w:rsidRDefault="00890F53" w:rsidP="000801A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90F53">
              <w:rPr>
                <w:b w:val="0"/>
                <w:szCs w:val="24"/>
              </w:rPr>
              <w:t>wykład, ćwiczenia</w:t>
            </w:r>
          </w:p>
        </w:tc>
      </w:tr>
    </w:tbl>
    <w:p w14:paraId="5C161C0F" w14:textId="77777777" w:rsidR="00923D7D" w:rsidRPr="006458A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73F42E4" w14:textId="77777777" w:rsidR="0085747A" w:rsidRPr="006458A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6458A2">
        <w:rPr>
          <w:smallCaps w:val="0"/>
          <w:szCs w:val="24"/>
        </w:rPr>
        <w:t xml:space="preserve">4.2 </w:t>
      </w:r>
      <w:r w:rsidR="0085747A" w:rsidRPr="006458A2">
        <w:rPr>
          <w:smallCaps w:val="0"/>
          <w:szCs w:val="24"/>
        </w:rPr>
        <w:t>Warunki zaliczenia przedmiotu (kryteria oceniania)</w:t>
      </w:r>
      <w:r w:rsidR="00923D7D" w:rsidRPr="006458A2">
        <w:rPr>
          <w:smallCaps w:val="0"/>
          <w:szCs w:val="24"/>
        </w:rPr>
        <w:t xml:space="preserve"> </w:t>
      </w:r>
    </w:p>
    <w:p w14:paraId="30F5FDB2" w14:textId="77777777" w:rsidR="00923D7D" w:rsidRPr="006458A2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458A2" w14:paraId="6F551581" w14:textId="77777777" w:rsidTr="00923D7D">
        <w:tc>
          <w:tcPr>
            <w:tcW w:w="9670" w:type="dxa"/>
          </w:tcPr>
          <w:p w14:paraId="68125979" w14:textId="77777777" w:rsidR="0085747A" w:rsidRPr="006458A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2FF5F8F" w14:textId="77777777" w:rsidR="00A43920" w:rsidRPr="006458A2" w:rsidRDefault="008801BC" w:rsidP="00EC6AE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Zajęcia kończą się </w:t>
            </w:r>
            <w:r w:rsidR="00EC6AEC" w:rsidRPr="006458A2">
              <w:rPr>
                <w:b w:val="0"/>
                <w:smallCaps w:val="0"/>
                <w:szCs w:val="24"/>
              </w:rPr>
              <w:t>zaliczeniem</w:t>
            </w:r>
            <w:r w:rsidR="00A43920" w:rsidRPr="006458A2">
              <w:rPr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3A01BA4E" w14:textId="77777777" w:rsidR="00EC6AEC" w:rsidRPr="006458A2" w:rsidRDefault="00EC6AE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6458A2">
              <w:rPr>
                <w:b w:val="0"/>
                <w:smallCaps w:val="0"/>
                <w:szCs w:val="24"/>
              </w:rPr>
              <w:t>3</w:t>
            </w:r>
            <w:r w:rsidRPr="006458A2">
              <w:rPr>
                <w:b w:val="0"/>
                <w:smallCaps w:val="0"/>
                <w:szCs w:val="24"/>
              </w:rPr>
              <w:t>0 pytań. Z tych pytań zostaje ułożony test składający się z pytań otwartych. 60% pozytywnych odpowiedzi gwarantuje zaliczenie modułu na poziomie oceny dst. Ocena dst plus 70% dobra 80% dobra plus 85% bardzo dobra 90– 100%</w:t>
            </w:r>
          </w:p>
        </w:tc>
      </w:tr>
    </w:tbl>
    <w:p w14:paraId="2E26E788" w14:textId="77777777" w:rsidR="0085747A" w:rsidRPr="006458A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58D1504" w14:textId="77777777" w:rsidR="009F4610" w:rsidRPr="006458A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458A2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="00C61DC5" w:rsidRPr="006458A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6BEE4E" w14:textId="77777777" w:rsidR="0085747A" w:rsidRPr="006458A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6458A2" w14:paraId="6DD26243" w14:textId="77777777" w:rsidTr="003E1941">
        <w:tc>
          <w:tcPr>
            <w:tcW w:w="4962" w:type="dxa"/>
            <w:vAlign w:val="center"/>
          </w:tcPr>
          <w:p w14:paraId="37A1F47D" w14:textId="77777777" w:rsidR="0085747A" w:rsidRPr="006458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8A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6458A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6458A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2D2431" w14:textId="77777777" w:rsidR="0085747A" w:rsidRPr="006458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8A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6458A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645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458A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58A2" w14:paraId="43BC6543" w14:textId="77777777" w:rsidTr="00923D7D">
        <w:tc>
          <w:tcPr>
            <w:tcW w:w="4962" w:type="dxa"/>
          </w:tcPr>
          <w:p w14:paraId="3B1084D9" w14:textId="77777777" w:rsidR="0085747A" w:rsidRPr="006458A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6458A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6458A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6458A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6458A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6458A2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6458A2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6458A2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C550E0" w14:textId="77777777" w:rsidR="0085747A" w:rsidRPr="006458A2" w:rsidRDefault="002121B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C61DC5" w:rsidRPr="006458A2" w14:paraId="5711888F" w14:textId="77777777" w:rsidTr="00923D7D">
        <w:tc>
          <w:tcPr>
            <w:tcW w:w="4962" w:type="dxa"/>
          </w:tcPr>
          <w:p w14:paraId="2D85848C" w14:textId="77777777" w:rsidR="00C61DC5" w:rsidRPr="006458A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6458A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763AB417" w14:textId="77777777" w:rsidR="00C61DC5" w:rsidRPr="006458A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51BD044" w14:textId="77777777" w:rsidR="00C61DC5" w:rsidRPr="006458A2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61DC5" w:rsidRPr="006458A2" w14:paraId="32F77E9F" w14:textId="77777777" w:rsidTr="00923D7D">
        <w:tc>
          <w:tcPr>
            <w:tcW w:w="4962" w:type="dxa"/>
          </w:tcPr>
          <w:p w14:paraId="56B0B735" w14:textId="77777777" w:rsidR="0071620A" w:rsidRPr="006458A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54713D40" w14:textId="77777777" w:rsidR="00C61DC5" w:rsidRPr="006458A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 xml:space="preserve">(przygotowanie do zajęć, egzaminu, </w:t>
            </w:r>
            <w:r w:rsidR="008801BC">
              <w:rPr>
                <w:rFonts w:ascii="Times New Roman" w:hAnsi="Times New Roman"/>
                <w:sz w:val="24"/>
                <w:szCs w:val="24"/>
              </w:rPr>
              <w:t>opracowanie projektu</w:t>
            </w:r>
            <w:r w:rsidRPr="006458A2">
              <w:rPr>
                <w:rFonts w:ascii="Times New Roman" w:hAnsi="Times New Roman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1747A7A7" w14:textId="77777777" w:rsidR="00C61DC5" w:rsidRPr="006458A2" w:rsidRDefault="002121B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85747A" w:rsidRPr="006458A2" w14:paraId="16E0A244" w14:textId="77777777" w:rsidTr="00923D7D">
        <w:tc>
          <w:tcPr>
            <w:tcW w:w="4962" w:type="dxa"/>
          </w:tcPr>
          <w:p w14:paraId="5BC16224" w14:textId="77777777" w:rsidR="0085747A" w:rsidRPr="006458A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DEEAC1" w14:textId="77777777" w:rsidR="0085747A" w:rsidRPr="006458A2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8A2">
              <w:rPr>
                <w:rFonts w:ascii="Times New Roman" w:hAnsi="Times New Roman"/>
                <w:sz w:val="24"/>
                <w:szCs w:val="24"/>
              </w:rPr>
              <w:t>1</w:t>
            </w:r>
            <w:r w:rsidR="008801B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5747A" w:rsidRPr="006458A2" w14:paraId="27F22D60" w14:textId="77777777" w:rsidTr="00923D7D">
        <w:tc>
          <w:tcPr>
            <w:tcW w:w="4962" w:type="dxa"/>
          </w:tcPr>
          <w:p w14:paraId="42BDCE5D" w14:textId="77777777" w:rsidR="0085747A" w:rsidRPr="006458A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458A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A2A074" w14:textId="77777777" w:rsidR="0085747A" w:rsidRPr="006458A2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10C38E4D" w14:textId="77777777" w:rsidR="0085747A" w:rsidRPr="006458A2" w:rsidRDefault="00923D7D" w:rsidP="001F7E2C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6458A2">
        <w:rPr>
          <w:b w:val="0"/>
          <w:i/>
          <w:smallCaps w:val="0"/>
          <w:szCs w:val="24"/>
        </w:rPr>
        <w:t xml:space="preserve">* </w:t>
      </w:r>
      <w:r w:rsidR="00C61DC5" w:rsidRPr="006458A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36CBF5" w14:textId="77777777" w:rsidR="003E1941" w:rsidRPr="006458A2" w:rsidRDefault="003E1941" w:rsidP="00EC6AEC">
      <w:pPr>
        <w:pStyle w:val="Punktygwne"/>
        <w:spacing w:before="0" w:after="0"/>
        <w:rPr>
          <w:b w:val="0"/>
          <w:smallCaps w:val="0"/>
          <w:szCs w:val="24"/>
        </w:rPr>
      </w:pPr>
    </w:p>
    <w:p w14:paraId="063B4163" w14:textId="77777777" w:rsidR="0085747A" w:rsidRPr="006458A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6458A2">
        <w:rPr>
          <w:smallCaps w:val="0"/>
          <w:szCs w:val="24"/>
        </w:rPr>
        <w:t xml:space="preserve">7. </w:t>
      </w:r>
      <w:r w:rsidR="0085747A" w:rsidRPr="006458A2">
        <w:rPr>
          <w:smallCaps w:val="0"/>
          <w:szCs w:val="24"/>
        </w:rPr>
        <w:t>LITERATURA</w:t>
      </w:r>
      <w:r w:rsidRPr="006458A2">
        <w:rPr>
          <w:smallCaps w:val="0"/>
          <w:szCs w:val="24"/>
        </w:rPr>
        <w:t xml:space="preserve"> </w:t>
      </w:r>
    </w:p>
    <w:p w14:paraId="2A481C1A" w14:textId="77777777" w:rsidR="00675843" w:rsidRPr="006458A2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458A2" w14:paraId="58FAD3BC" w14:textId="77777777" w:rsidTr="00916BB5">
        <w:trPr>
          <w:trHeight w:val="397"/>
        </w:trPr>
        <w:tc>
          <w:tcPr>
            <w:tcW w:w="9497" w:type="dxa"/>
          </w:tcPr>
          <w:p w14:paraId="2B6AE092" w14:textId="77777777" w:rsidR="00983CCB" w:rsidRPr="006458A2" w:rsidRDefault="0085747A" w:rsidP="0081159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>Literatura podstawowa:</w:t>
            </w:r>
          </w:p>
          <w:p w14:paraId="3E3613AF" w14:textId="77777777" w:rsidR="0077690E" w:rsidRPr="006458A2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3B9E07D3" w14:textId="77777777" w:rsidR="0077690E" w:rsidRPr="006458A2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389F0F08" w14:textId="77777777" w:rsidR="0077690E" w:rsidRPr="006458A2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9107687" w14:textId="77777777" w:rsidR="0077690E" w:rsidRPr="006458A2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Hammerslay, Martin i Paul Atkinson. 2010. Metody badań terenowych. Poznań: Wydawnictwo Zysk i S-ka.</w:t>
            </w:r>
          </w:p>
          <w:p w14:paraId="17A003F8" w14:textId="77777777" w:rsidR="0077690E" w:rsidRPr="006458A2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70C4FC49" w14:textId="77777777" w:rsidR="0077690E" w:rsidRPr="006458A2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00F6964" w14:textId="77777777" w:rsidR="0085635D" w:rsidRPr="006458A2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7A4AF851" w14:textId="77777777" w:rsidR="00A43920" w:rsidRPr="006458A2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29253736" w14:textId="77777777" w:rsidR="00B1018D" w:rsidRPr="006458A2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13C3C8CB" w14:textId="77777777" w:rsidR="00B1018D" w:rsidRPr="006458A2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6458A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6458A2" w14:paraId="5555269B" w14:textId="77777777" w:rsidTr="00916BB5">
        <w:trPr>
          <w:trHeight w:val="397"/>
        </w:trPr>
        <w:tc>
          <w:tcPr>
            <w:tcW w:w="9497" w:type="dxa"/>
          </w:tcPr>
          <w:p w14:paraId="2999B1C8" w14:textId="77777777" w:rsidR="0085747A" w:rsidRPr="006458A2" w:rsidRDefault="0085747A" w:rsidP="0081159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458A2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14:paraId="0846215F" w14:textId="77777777" w:rsidR="0085635D" w:rsidRPr="008801BC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8801BC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057AF994" w14:textId="77777777" w:rsidR="00A43920" w:rsidRPr="008801BC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8801BC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Trzebiński, J. (2008). Problematyka narracji we współczesnej psychologii. [W:] B. Janusz, K. Gdowska i B. de Barbaro (red.). Narracja. Teoria i praktyka. (s. 9- 17). Kraków: Wydawnictwo Uniwersytetu Jagiellońskiego.</w:t>
            </w:r>
          </w:p>
          <w:p w14:paraId="59C561DB" w14:textId="77777777" w:rsidR="00A43920" w:rsidRPr="008801BC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</w:pPr>
            <w:r w:rsidRPr="008801BC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447E627" w14:textId="77777777" w:rsidR="00A43920" w:rsidRPr="006458A2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b/>
                <w:i/>
                <w:smallCaps/>
                <w:color w:val="000000"/>
                <w:szCs w:val="24"/>
              </w:rPr>
            </w:pPr>
            <w:r w:rsidRPr="008801BC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lastRenderedPageBreak/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6458A2">
              <w:rPr>
                <w:i/>
                <w:color w:val="000000"/>
                <w:szCs w:val="24"/>
              </w:rPr>
              <w:t xml:space="preserve"> </w:t>
            </w:r>
            <w:r w:rsidRPr="008801BC">
              <w:rPr>
                <w:iCs/>
                <w:color w:val="000000"/>
                <w:szCs w:val="24"/>
              </w:rPr>
              <w:t>Jagiellońskiego.</w:t>
            </w:r>
          </w:p>
        </w:tc>
      </w:tr>
    </w:tbl>
    <w:p w14:paraId="3EB6EA3E" w14:textId="77777777" w:rsidR="0085747A" w:rsidRPr="006458A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A450F83" w14:textId="77777777" w:rsidR="0085747A" w:rsidRPr="006458A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670D6E7" w14:textId="77777777" w:rsidR="0085747A" w:rsidRDefault="0085747A" w:rsidP="00983CCB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6458A2">
        <w:rPr>
          <w:b w:val="0"/>
          <w:smallCaps w:val="0"/>
          <w:szCs w:val="24"/>
        </w:rPr>
        <w:t>Akceptacja Kierownika Jednostki lub osoby upoważnionej</w:t>
      </w:r>
    </w:p>
    <w:p w14:paraId="01F12C3F" w14:textId="77777777" w:rsidR="00916BB5" w:rsidRDefault="00916BB5" w:rsidP="00983CC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C3B1593" w14:textId="77777777" w:rsidR="00916BB5" w:rsidRDefault="00916BB5" w:rsidP="00983CC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1B77416" w14:textId="77777777" w:rsidR="00916BB5" w:rsidRPr="006458A2" w:rsidRDefault="00916BB5" w:rsidP="00916BB5">
      <w:pPr>
        <w:pStyle w:val="Punktygwne"/>
        <w:spacing w:before="0" w:after="0"/>
        <w:ind w:left="360"/>
        <w:jc w:val="right"/>
        <w:rPr>
          <w:szCs w:val="24"/>
        </w:rPr>
      </w:pPr>
    </w:p>
    <w:sectPr w:rsidR="00916BB5" w:rsidRPr="006458A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ED4" w16cex:dateUtc="2020-11-08T19:08:00Z"/>
  <w16cex:commentExtensible w16cex:durableId="2352CD5F" w16cex:dateUtc="2020-11-08T19:02:00Z"/>
  <w16cex:commentExtensible w16cex:durableId="2352D2BA" w16cex:dateUtc="2020-11-08T19:25:00Z"/>
  <w16cex:commentExtensible w16cex:durableId="2352CD88" w16cex:dateUtc="2020-11-08T19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789EB6" w16cid:durableId="2352CE31"/>
  <w16cid:commentId w16cid:paraId="4893BB85" w16cid:durableId="2352CA54"/>
  <w16cid:commentId w16cid:paraId="042CA277" w16cid:durableId="2352CB25"/>
  <w16cid:commentId w16cid:paraId="2B1B215A" w16cid:durableId="2352CED4"/>
  <w16cid:commentId w16cid:paraId="26B43BA2" w16cid:durableId="2352CD5F"/>
  <w16cid:commentId w16cid:paraId="558A38AC" w16cid:durableId="2352D2BA"/>
  <w16cid:commentId w16cid:paraId="6A2AD9CE" w16cid:durableId="2352CD8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5CEF2" w14:textId="77777777" w:rsidR="00300D3D" w:rsidRDefault="00300D3D" w:rsidP="00C16ABF">
      <w:pPr>
        <w:spacing w:after="0" w:line="240" w:lineRule="auto"/>
      </w:pPr>
      <w:r>
        <w:separator/>
      </w:r>
    </w:p>
  </w:endnote>
  <w:endnote w:type="continuationSeparator" w:id="0">
    <w:p w14:paraId="4C54C17B" w14:textId="77777777" w:rsidR="00300D3D" w:rsidRDefault="00300D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881C0" w14:textId="77777777" w:rsidR="00300D3D" w:rsidRDefault="00300D3D" w:rsidP="00C16ABF">
      <w:pPr>
        <w:spacing w:after="0" w:line="240" w:lineRule="auto"/>
      </w:pPr>
      <w:r>
        <w:separator/>
      </w:r>
    </w:p>
  </w:footnote>
  <w:footnote w:type="continuationSeparator" w:id="0">
    <w:p w14:paraId="46C5542F" w14:textId="77777777" w:rsidR="00300D3D" w:rsidRDefault="00300D3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4AB"/>
    <w:rsid w:val="00042A51"/>
    <w:rsid w:val="00042D2E"/>
    <w:rsid w:val="00044C82"/>
    <w:rsid w:val="0004652D"/>
    <w:rsid w:val="00070ED6"/>
    <w:rsid w:val="000742DC"/>
    <w:rsid w:val="000801A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94"/>
    <w:rsid w:val="000D04B0"/>
    <w:rsid w:val="000F1C57"/>
    <w:rsid w:val="000F5615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21BD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300D3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27E3"/>
    <w:rsid w:val="004652C2"/>
    <w:rsid w:val="004706D1"/>
    <w:rsid w:val="00471326"/>
    <w:rsid w:val="0047598D"/>
    <w:rsid w:val="004840FD"/>
    <w:rsid w:val="00490F7D"/>
    <w:rsid w:val="00491678"/>
    <w:rsid w:val="00491C83"/>
    <w:rsid w:val="004968E2"/>
    <w:rsid w:val="004A3EEA"/>
    <w:rsid w:val="004A4D1F"/>
    <w:rsid w:val="004A704D"/>
    <w:rsid w:val="004D5282"/>
    <w:rsid w:val="004E6416"/>
    <w:rsid w:val="004F1551"/>
    <w:rsid w:val="004F4539"/>
    <w:rsid w:val="004F55A3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B497C"/>
    <w:rsid w:val="005C080F"/>
    <w:rsid w:val="005C55E5"/>
    <w:rsid w:val="005C677C"/>
    <w:rsid w:val="005C696A"/>
    <w:rsid w:val="005D4D9B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553A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801BC"/>
    <w:rsid w:val="00884922"/>
    <w:rsid w:val="00885F64"/>
    <w:rsid w:val="00890F53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2A70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920"/>
    <w:rsid w:val="00A43BF6"/>
    <w:rsid w:val="00A53FA5"/>
    <w:rsid w:val="00A54817"/>
    <w:rsid w:val="00A601C8"/>
    <w:rsid w:val="00A60799"/>
    <w:rsid w:val="00A829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18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355C7"/>
    <w:rsid w:val="00F502F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026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2F3C"/>
  <w15:docId w15:val="{090D42FB-589D-45B3-8A4B-AEF3C7B7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3EA74-A7ED-42DB-8F9B-E439A59A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1290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Dziekanat</cp:lastModifiedBy>
  <cp:revision>8</cp:revision>
  <cp:lastPrinted>2020-11-09T08:53:00Z</cp:lastPrinted>
  <dcterms:created xsi:type="dcterms:W3CDTF">2020-11-09T07:37:00Z</dcterms:created>
  <dcterms:modified xsi:type="dcterms:W3CDTF">2020-11-09T08:55:00Z</dcterms:modified>
</cp:coreProperties>
</file>